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504" w:rsidRDefault="00135504" w:rsidP="007D78E1">
      <w:pPr>
        <w:rPr>
          <w:sz w:val="28"/>
          <w:szCs w:val="28"/>
        </w:rPr>
      </w:pPr>
      <w:r>
        <w:rPr>
          <w:sz w:val="28"/>
          <w:szCs w:val="28"/>
        </w:rPr>
        <w:t>ПЕРЕЧЕНЬ ДВОРОВЫХ ТЕРРИТОРИЙ ПО ПРОГРАММЕ ФОРМИРОВАНИЕ ГОРОДСКОЙ И КОМФОРТНОЙ СРЕДЫ 2018-2022 гг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7"/>
        <w:gridCol w:w="3251"/>
        <w:gridCol w:w="1800"/>
        <w:gridCol w:w="1440"/>
        <w:gridCol w:w="1620"/>
        <w:gridCol w:w="1440"/>
        <w:gridCol w:w="1980"/>
      </w:tblGrid>
      <w:tr w:rsidR="00135504" w:rsidRPr="005C5AB2">
        <w:tc>
          <w:tcPr>
            <w:tcW w:w="817" w:type="dxa"/>
            <w:vMerge w:val="restart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№ п/п</w:t>
            </w:r>
          </w:p>
        </w:tc>
        <w:tc>
          <w:tcPr>
            <w:tcW w:w="3251" w:type="dxa"/>
            <w:vMerge w:val="restart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Местоположение</w:t>
            </w:r>
          </w:p>
        </w:tc>
        <w:tc>
          <w:tcPr>
            <w:tcW w:w="8280" w:type="dxa"/>
            <w:gridSpan w:val="5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Площадь благоустройства кв.м.</w:t>
            </w:r>
          </w:p>
        </w:tc>
      </w:tr>
      <w:tr w:rsidR="00135504" w:rsidRPr="005C5AB2">
        <w:tc>
          <w:tcPr>
            <w:tcW w:w="817" w:type="dxa"/>
            <w:vMerge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</w:p>
        </w:tc>
        <w:tc>
          <w:tcPr>
            <w:tcW w:w="3251" w:type="dxa"/>
            <w:vMerge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Подъездные площадки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Тротуары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Дворовый проезд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парковка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Дет.площадки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 ул.Комсомольская ,д.8а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54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24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800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168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187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2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</w:t>
            </w:r>
          </w:p>
          <w:p w:rsidR="00135504" w:rsidRPr="005C5AB2" w:rsidRDefault="00135504" w:rsidP="00BB6C89">
            <w:pPr>
              <w:spacing w:after="0" w:line="240" w:lineRule="auto"/>
            </w:pPr>
            <w:r w:rsidRPr="005C5AB2">
              <w:t>ул.Комсомольская ,д.4,д.6,  д.2а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212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16,5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800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308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900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3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 xml:space="preserve">с.Новобурино,ул.Комсомольская ,д.4а,6а,2 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162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33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800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-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621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4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с.Новобурино,ул.Комсомольская ,д.8,10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108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48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400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82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374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5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с.Новобурино,ул.Центральная, д.2,2а,135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127,5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168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510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126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200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6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 ул.Центральная, д.4,137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120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139,5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600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133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200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7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 ул.Центральная, д.9,9а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156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300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920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245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660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8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 ул.Центральная, д.5а,5б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198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49,5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416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120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198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9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с.Новобурино,ул.Центральная, д.11,11а,11б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232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90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768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-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200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10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с.Новобурино,ул.Центральная, д.7,7а,7б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159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55,5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480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30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112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11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 ул.Центральная, д.1,3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108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-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732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-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90</w:t>
            </w:r>
          </w:p>
        </w:tc>
      </w:tr>
      <w:tr w:rsidR="00135504" w:rsidRPr="005C5AB2">
        <w:tc>
          <w:tcPr>
            <w:tcW w:w="817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12</w:t>
            </w:r>
          </w:p>
        </w:tc>
        <w:tc>
          <w:tcPr>
            <w:tcW w:w="3251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с.Новобурино, ул.Центральная, д.5в</w:t>
            </w:r>
          </w:p>
        </w:tc>
        <w:tc>
          <w:tcPr>
            <w:tcW w:w="180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35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180</w:t>
            </w:r>
          </w:p>
        </w:tc>
        <w:tc>
          <w:tcPr>
            <w:tcW w:w="162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332</w:t>
            </w:r>
          </w:p>
        </w:tc>
        <w:tc>
          <w:tcPr>
            <w:tcW w:w="144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92</w:t>
            </w:r>
          </w:p>
        </w:tc>
        <w:tc>
          <w:tcPr>
            <w:tcW w:w="1980" w:type="dxa"/>
          </w:tcPr>
          <w:p w:rsidR="00135504" w:rsidRPr="005C5AB2" w:rsidRDefault="00135504" w:rsidP="00AE04FA">
            <w:pPr>
              <w:spacing w:after="0" w:line="240" w:lineRule="auto"/>
              <w:jc w:val="center"/>
            </w:pPr>
            <w:r w:rsidRPr="005C5AB2">
              <w:t>555</w:t>
            </w:r>
          </w:p>
        </w:tc>
      </w:tr>
    </w:tbl>
    <w:p w:rsidR="00135504" w:rsidRPr="005C5AB2" w:rsidRDefault="00135504" w:rsidP="00A34079">
      <w:pPr>
        <w:jc w:val="center"/>
      </w:pPr>
    </w:p>
    <w:p w:rsidR="00135504" w:rsidRPr="005C5AB2" w:rsidRDefault="00135504" w:rsidP="00F41F5D">
      <w:pPr>
        <w:jc w:val="center"/>
        <w:rPr>
          <w:rFonts w:ascii="Times New Roman" w:hAnsi="Times New Roman" w:cs="Times New Roman"/>
        </w:rPr>
      </w:pPr>
    </w:p>
    <w:sectPr w:rsidR="00135504" w:rsidRPr="005C5AB2" w:rsidSect="007D78E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5BEB"/>
    <w:rsid w:val="00023297"/>
    <w:rsid w:val="00082893"/>
    <w:rsid w:val="000E6A73"/>
    <w:rsid w:val="000F5A0E"/>
    <w:rsid w:val="00113CFD"/>
    <w:rsid w:val="00135504"/>
    <w:rsid w:val="00135CB7"/>
    <w:rsid w:val="0013703A"/>
    <w:rsid w:val="001401A1"/>
    <w:rsid w:val="001C7EC9"/>
    <w:rsid w:val="0023380F"/>
    <w:rsid w:val="00284D1E"/>
    <w:rsid w:val="00285313"/>
    <w:rsid w:val="002A00DF"/>
    <w:rsid w:val="002A5E7D"/>
    <w:rsid w:val="00326C17"/>
    <w:rsid w:val="004F06B3"/>
    <w:rsid w:val="005B0D26"/>
    <w:rsid w:val="005C5AB2"/>
    <w:rsid w:val="006100B4"/>
    <w:rsid w:val="00611E46"/>
    <w:rsid w:val="00640350"/>
    <w:rsid w:val="00664985"/>
    <w:rsid w:val="007347EB"/>
    <w:rsid w:val="0075279E"/>
    <w:rsid w:val="007D5305"/>
    <w:rsid w:val="007D78E1"/>
    <w:rsid w:val="008B5BEB"/>
    <w:rsid w:val="008D51BD"/>
    <w:rsid w:val="00961E13"/>
    <w:rsid w:val="00965FA2"/>
    <w:rsid w:val="0096731D"/>
    <w:rsid w:val="009976DF"/>
    <w:rsid w:val="00997734"/>
    <w:rsid w:val="009D4FF5"/>
    <w:rsid w:val="00A00C93"/>
    <w:rsid w:val="00A22667"/>
    <w:rsid w:val="00A23BE5"/>
    <w:rsid w:val="00A34079"/>
    <w:rsid w:val="00A3488F"/>
    <w:rsid w:val="00AB4BF9"/>
    <w:rsid w:val="00AE04FA"/>
    <w:rsid w:val="00B11196"/>
    <w:rsid w:val="00B16BD6"/>
    <w:rsid w:val="00B4775D"/>
    <w:rsid w:val="00B55370"/>
    <w:rsid w:val="00BB6C89"/>
    <w:rsid w:val="00BD4F8C"/>
    <w:rsid w:val="00C117BE"/>
    <w:rsid w:val="00C23417"/>
    <w:rsid w:val="00C565B2"/>
    <w:rsid w:val="00C73A43"/>
    <w:rsid w:val="00D21820"/>
    <w:rsid w:val="00E14CCB"/>
    <w:rsid w:val="00E93A99"/>
    <w:rsid w:val="00E96EBB"/>
    <w:rsid w:val="00F41F5D"/>
    <w:rsid w:val="00FB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80F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26C1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</TotalTime>
  <Pages>1</Pages>
  <Words>142</Words>
  <Characters>815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ДВОРОВЫХ ТЕРРИТОРИЙ ПО ПРОГРАММЕ ФОРМИРОВАНИЕ ГОРОДСКОЙ И КОМФОРТНОЙ СРЕДЫ 2018-2022 гг</dc:title>
  <dc:subject/>
  <dc:creator>Ольга</dc:creator>
  <cp:keywords/>
  <dc:description/>
  <cp:lastModifiedBy>User</cp:lastModifiedBy>
  <cp:revision>5</cp:revision>
  <cp:lastPrinted>2017-12-14T04:20:00Z</cp:lastPrinted>
  <dcterms:created xsi:type="dcterms:W3CDTF">2018-01-09T06:48:00Z</dcterms:created>
  <dcterms:modified xsi:type="dcterms:W3CDTF">2018-02-21T07:38:00Z</dcterms:modified>
</cp:coreProperties>
</file>